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E4855" w14:textId="0700CF76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CA226F">
        <w:rPr>
          <w:rFonts w:ascii="Arial" w:hAnsi="Arial" w:cs="Arial"/>
          <w:bCs/>
          <w:i w:val="0"/>
          <w:szCs w:val="24"/>
        </w:rPr>
        <w:t>6</w:t>
      </w:r>
      <w:r w:rsidR="00C473B5">
        <w:rPr>
          <w:rFonts w:ascii="Arial" w:hAnsi="Arial" w:cs="Arial"/>
          <w:bCs/>
          <w:i w:val="0"/>
          <w:szCs w:val="24"/>
        </w:rPr>
        <w:t xml:space="preserve"> </w:t>
      </w:r>
      <w:r w:rsidR="007666D6" w:rsidRPr="00053927">
        <w:rPr>
          <w:rFonts w:ascii="Arial" w:hAnsi="Arial" w:cs="Arial"/>
          <w:bCs/>
          <w:i w:val="0"/>
          <w:szCs w:val="24"/>
        </w:rPr>
        <w:t>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35488451" w14:textId="77777777" w:rsidTr="00467CA2">
        <w:tc>
          <w:tcPr>
            <w:tcW w:w="2800" w:type="dxa"/>
          </w:tcPr>
          <w:p w14:paraId="5459B50D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10839B3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3E5C77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214B0A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4953AB57" w14:textId="77777777" w:rsidTr="00467CA2">
        <w:tc>
          <w:tcPr>
            <w:tcW w:w="2800" w:type="dxa"/>
          </w:tcPr>
          <w:p w14:paraId="3A08EE6B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3AF544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841776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28F2A3A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9E11242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43C86F0B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863CCD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AD7619C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B58DCDF" w14:textId="2E3D0A4D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F1912" w:rsidRPr="00FF1912">
        <w:rPr>
          <w:rFonts w:ascii="Arial" w:hAnsi="Arial" w:cs="Arial"/>
          <w:sz w:val="24"/>
          <w:szCs w:val="24"/>
        </w:rPr>
        <w:t>(</w:t>
      </w:r>
      <w:proofErr w:type="spellStart"/>
      <w:r w:rsidR="00FF1912" w:rsidRPr="00FF1912">
        <w:rPr>
          <w:rFonts w:ascii="Arial" w:hAnsi="Arial" w:cs="Arial"/>
          <w:sz w:val="24"/>
          <w:szCs w:val="24"/>
        </w:rPr>
        <w:t>t.j</w:t>
      </w:r>
      <w:proofErr w:type="spellEnd"/>
      <w:r w:rsidR="00FF1912" w:rsidRPr="00FF1912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624E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2BF484F4" w14:textId="77777777" w:rsidTr="00467CA2">
        <w:tc>
          <w:tcPr>
            <w:tcW w:w="2269" w:type="dxa"/>
          </w:tcPr>
          <w:p w14:paraId="1B1E5C1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6BF823E" w14:textId="7A0FFD13" w:rsidR="00D520D3" w:rsidRPr="00A2540E" w:rsidRDefault="00CA226F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A226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Uporządkowanie gospodarki wodno-ściekowej na terenie Gminy Brześć Kujawski - II Etap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FF1912" w:rsidRPr="00A2540E" w14:paraId="3D64E7A0" w14:textId="77777777" w:rsidTr="00521C01">
        <w:tc>
          <w:tcPr>
            <w:tcW w:w="2269" w:type="dxa"/>
          </w:tcPr>
          <w:p w14:paraId="5E9D4501" w14:textId="77777777" w:rsidR="00FF1912" w:rsidRPr="00A2540E" w:rsidRDefault="00FF1912" w:rsidP="00521C0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26D1253" w14:textId="7CA22177" w:rsidR="00FF1912" w:rsidRPr="00A2540E" w:rsidRDefault="00FF1912" w:rsidP="00521C0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F19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BI.II.271.2.202</w:t>
            </w:r>
            <w:r w:rsidR="00CA226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FF19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.NŻ</w:t>
            </w:r>
          </w:p>
        </w:tc>
      </w:tr>
    </w:tbl>
    <w:p w14:paraId="6316A70F" w14:textId="77777777" w:rsidR="00DC652A" w:rsidRPr="00053927" w:rsidRDefault="00FF191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713E4A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137E4AF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684CFDE4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B4F861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75A9984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06448D94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EF824E2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0ABBBD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751AA07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2F4AB9A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0F6823B7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92EE51F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07188E3D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54156192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534D0CB5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4DED6075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269A4724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26FC01C8" w14:textId="77777777" w:rsidTr="00467CA2">
        <w:tc>
          <w:tcPr>
            <w:tcW w:w="2660" w:type="dxa"/>
          </w:tcPr>
          <w:p w14:paraId="07A7F35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13014F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CA1544C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142BB82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C44BA7C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3B30CB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F1912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2CDD10B4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F7D0F" w14:textId="77777777" w:rsidR="002E79ED" w:rsidRDefault="002E79ED" w:rsidP="00025386">
      <w:pPr>
        <w:spacing w:after="0" w:line="240" w:lineRule="auto"/>
      </w:pPr>
      <w:r>
        <w:separator/>
      </w:r>
    </w:p>
  </w:endnote>
  <w:endnote w:type="continuationSeparator" w:id="0">
    <w:p w14:paraId="0B46779F" w14:textId="77777777" w:rsidR="002E79ED" w:rsidRDefault="002E79E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119D" w14:textId="77777777" w:rsidR="00FF1912" w:rsidRDefault="00FF1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189D" w14:textId="2DCD074C" w:rsidR="00025386" w:rsidRDefault="00262FCD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1B2523" wp14:editId="5B17741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304AF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9961C8C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ED1F4B6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84ACB" w14:textId="77777777" w:rsidR="00FF1912" w:rsidRDefault="00FF1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8D518" w14:textId="77777777" w:rsidR="002E79ED" w:rsidRDefault="002E79ED" w:rsidP="00025386">
      <w:pPr>
        <w:spacing w:after="0" w:line="240" w:lineRule="auto"/>
      </w:pPr>
      <w:r>
        <w:separator/>
      </w:r>
    </w:p>
  </w:footnote>
  <w:footnote w:type="continuationSeparator" w:id="0">
    <w:p w14:paraId="413EF624" w14:textId="77777777" w:rsidR="002E79ED" w:rsidRDefault="002E79E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96D67" w14:textId="77777777" w:rsidR="00FF1912" w:rsidRDefault="00FF1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81304" w14:textId="77777777" w:rsidR="00FF1912" w:rsidRDefault="00FF1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611E9" w14:textId="77777777" w:rsidR="00FF1912" w:rsidRDefault="00FF19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485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DFA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62FCD"/>
    <w:rsid w:val="002E1529"/>
    <w:rsid w:val="002E79ED"/>
    <w:rsid w:val="004374F2"/>
    <w:rsid w:val="00460705"/>
    <w:rsid w:val="00467CA2"/>
    <w:rsid w:val="00485239"/>
    <w:rsid w:val="004E27D7"/>
    <w:rsid w:val="00527A6F"/>
    <w:rsid w:val="0055145C"/>
    <w:rsid w:val="005624D8"/>
    <w:rsid w:val="00620476"/>
    <w:rsid w:val="00633D8E"/>
    <w:rsid w:val="00657A47"/>
    <w:rsid w:val="0071340C"/>
    <w:rsid w:val="00745A44"/>
    <w:rsid w:val="007666D6"/>
    <w:rsid w:val="007D6755"/>
    <w:rsid w:val="007F49C7"/>
    <w:rsid w:val="00824D73"/>
    <w:rsid w:val="00830970"/>
    <w:rsid w:val="008624E9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77707"/>
    <w:rsid w:val="00BE3BCE"/>
    <w:rsid w:val="00C473B5"/>
    <w:rsid w:val="00CA226F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3D2E"/>
    <w:rsid w:val="00E27ABB"/>
    <w:rsid w:val="00E661A5"/>
    <w:rsid w:val="00E67109"/>
    <w:rsid w:val="00E86D3B"/>
    <w:rsid w:val="00EC10EE"/>
    <w:rsid w:val="00ED2631"/>
    <w:rsid w:val="00EE6B2C"/>
    <w:rsid w:val="00EF3368"/>
    <w:rsid w:val="00F334B4"/>
    <w:rsid w:val="00F93DFA"/>
    <w:rsid w:val="00FB7BA7"/>
    <w:rsid w:val="00FC28E3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28829"/>
  <w15:chartTrackingRefBased/>
  <w15:docId w15:val="{A3F57619-6281-4379-BD52-127343E0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5</cp:revision>
  <dcterms:created xsi:type="dcterms:W3CDTF">2025-08-12T13:37:00Z</dcterms:created>
  <dcterms:modified xsi:type="dcterms:W3CDTF">2026-02-05T15:26:00Z</dcterms:modified>
</cp:coreProperties>
</file>